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532548D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486904">
        <w:rPr>
          <w:rStyle w:val="Strong"/>
          <w:rFonts w:asciiTheme="minorHAnsi" w:hAnsiTheme="minorHAnsi" w:cstheme="minorHAnsi"/>
          <w:lang w:val="en-GB"/>
        </w:rPr>
        <w:t>22-G026-24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54932FF" w:rsidR="00B0293A" w:rsidRPr="00532E97" w:rsidRDefault="000B75C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486904">
              <w:rPr>
                <w:rFonts w:ascii="Calibri" w:hAnsi="Calibri"/>
                <w:szCs w:val="20"/>
              </w:rPr>
              <w:t>6</w:t>
            </w:r>
            <w:r w:rsidR="00432700">
              <w:rPr>
                <w:rFonts w:ascii="Calibri" w:hAnsi="Calibri"/>
                <w:szCs w:val="20"/>
              </w:rPr>
              <w:t>/03/2024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BA531D2" w:rsidR="00B0293A" w:rsidRPr="00CB6DDC" w:rsidRDefault="00486904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29/03/2024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282EC5A" w:rsidR="00B0293A" w:rsidRPr="00251A4B" w:rsidRDefault="000B75C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486904">
              <w:rPr>
                <w:rFonts w:ascii="Calibri" w:hAnsi="Calibri"/>
                <w:szCs w:val="20"/>
              </w:rPr>
              <w:t>2</w:t>
            </w:r>
            <w:r w:rsidR="00432700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432700">
              <w:rPr>
                <w:rFonts w:ascii="Calibri" w:hAnsi="Calibri"/>
                <w:szCs w:val="20"/>
              </w:rPr>
              <w:t>/2024 (office hrs)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E0A0207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432700">
              <w:rPr>
                <w:rFonts w:ascii="Calibri" w:hAnsi="Calibri"/>
                <w:szCs w:val="20"/>
              </w:rPr>
              <w:t xml:space="preserve"> </w:t>
            </w:r>
            <w:r w:rsidR="000B75CE">
              <w:rPr>
                <w:rFonts w:ascii="Calibri" w:hAnsi="Calibri"/>
                <w:szCs w:val="20"/>
              </w:rPr>
              <w:t>05</w:t>
            </w:r>
            <w:r w:rsidR="00432700" w:rsidRPr="00432700">
              <w:rPr>
                <w:rFonts w:ascii="Calibri" w:hAnsi="Calibri"/>
                <w:szCs w:val="20"/>
              </w:rPr>
              <w:t>/0</w:t>
            </w:r>
            <w:r w:rsidR="000B75CE">
              <w:rPr>
                <w:rFonts w:ascii="Calibri" w:hAnsi="Calibri"/>
                <w:szCs w:val="20"/>
              </w:rPr>
              <w:t>4</w:t>
            </w:r>
            <w:r w:rsidR="00432700" w:rsidRPr="00432700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21F5484" w:rsidR="00B0293A" w:rsidRPr="00532E97" w:rsidRDefault="009F486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874C7F">
              <w:rPr>
                <w:rFonts w:ascii="Calibri" w:hAnsi="Calibri"/>
                <w:szCs w:val="20"/>
              </w:rPr>
              <w:t>/04/2024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7DE9385" w:rsidR="00B0293A" w:rsidRPr="00532E97" w:rsidRDefault="00874C7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9F486C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/04/2024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53DA4F9" w:rsidR="00B0293A" w:rsidRPr="00532E97" w:rsidRDefault="0048690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5660A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5660A4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032274F" w:rsidR="00B0293A" w:rsidRPr="00532E97" w:rsidRDefault="009F486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5660A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5660A4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D7C6C1D" w:rsidR="00B0293A" w:rsidRPr="00532E97" w:rsidRDefault="009F486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5660A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5660A4">
              <w:rPr>
                <w:rFonts w:ascii="Calibri" w:hAnsi="Calibri"/>
                <w:szCs w:val="20"/>
              </w:rPr>
              <w:t>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627146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A9063" w14:textId="77777777" w:rsidR="00627146" w:rsidRDefault="00627146">
      <w:r>
        <w:separator/>
      </w:r>
    </w:p>
  </w:endnote>
  <w:endnote w:type="continuationSeparator" w:id="0">
    <w:p w14:paraId="0A31B0DA" w14:textId="77777777" w:rsidR="00627146" w:rsidRDefault="00627146">
      <w:r>
        <w:continuationSeparator/>
      </w:r>
    </w:p>
  </w:endnote>
  <w:endnote w:type="continuationNotice" w:id="1">
    <w:p w14:paraId="37AE20F7" w14:textId="77777777" w:rsidR="00627146" w:rsidRDefault="006271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AA3948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86904">
      <w:rPr>
        <w:noProof/>
      </w:rPr>
      <w:t>2024-03-26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3BD68" w14:textId="77777777" w:rsidR="00627146" w:rsidRDefault="00627146">
      <w:r>
        <w:separator/>
      </w:r>
    </w:p>
  </w:footnote>
  <w:footnote w:type="continuationSeparator" w:id="0">
    <w:p w14:paraId="72D63F6D" w14:textId="77777777" w:rsidR="00627146" w:rsidRDefault="00627146">
      <w:r>
        <w:continuationSeparator/>
      </w:r>
    </w:p>
  </w:footnote>
  <w:footnote w:type="continuationNotice" w:id="1">
    <w:p w14:paraId="278D9DD3" w14:textId="77777777" w:rsidR="00627146" w:rsidRDefault="006271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90ADF23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486904">
      <w:rPr>
        <w:rStyle w:val="Strong"/>
        <w:rFonts w:asciiTheme="minorHAnsi" w:hAnsiTheme="minorHAnsi" w:cstheme="minorHAnsi"/>
        <w:lang w:val="en-GB"/>
      </w:rPr>
      <w:t>22-G026-24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794717">
    <w:abstractNumId w:val="1"/>
  </w:num>
  <w:num w:numId="2" w16cid:durableId="1417248108">
    <w:abstractNumId w:val="10"/>
  </w:num>
  <w:num w:numId="3" w16cid:durableId="952597142">
    <w:abstractNumId w:val="11"/>
  </w:num>
  <w:num w:numId="4" w16cid:durableId="850678449">
    <w:abstractNumId w:val="4"/>
  </w:num>
  <w:num w:numId="5" w16cid:durableId="231431848">
    <w:abstractNumId w:val="3"/>
  </w:num>
  <w:num w:numId="6" w16cid:durableId="224535592">
    <w:abstractNumId w:val="7"/>
  </w:num>
  <w:num w:numId="7" w16cid:durableId="1047921616">
    <w:abstractNumId w:val="5"/>
  </w:num>
  <w:num w:numId="8" w16cid:durableId="1915115827">
    <w:abstractNumId w:val="9"/>
  </w:num>
  <w:num w:numId="9" w16cid:durableId="1435832181">
    <w:abstractNumId w:val="0"/>
  </w:num>
  <w:num w:numId="10" w16cid:durableId="1224213471">
    <w:abstractNumId w:val="8"/>
  </w:num>
  <w:num w:numId="11" w16cid:durableId="106390065">
    <w:abstractNumId w:val="2"/>
  </w:num>
  <w:num w:numId="12" w16cid:durableId="61768333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75CE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2700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6904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5ECD"/>
    <w:rsid w:val="0055624C"/>
    <w:rsid w:val="00556268"/>
    <w:rsid w:val="0056101E"/>
    <w:rsid w:val="005621DD"/>
    <w:rsid w:val="0056322E"/>
    <w:rsid w:val="00564E31"/>
    <w:rsid w:val="00564F49"/>
    <w:rsid w:val="0056555F"/>
    <w:rsid w:val="005660A4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46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C7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86C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79D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2013-10-18T08:32:00Z</cp:lastPrinted>
  <dcterms:created xsi:type="dcterms:W3CDTF">2024-03-25T22:29:00Z</dcterms:created>
  <dcterms:modified xsi:type="dcterms:W3CDTF">2024-03-25T22:29:00Z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